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7C0" w:rsidRDefault="007742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Plan for “The Fault in our Stars”</w:t>
      </w:r>
    </w:p>
    <w:p w:rsidR="00774255" w:rsidRDefault="007742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students read the story, students will complete a character analysis for Gus and Hazel.  </w:t>
      </w:r>
    </w:p>
    <w:p w:rsidR="00774255" w:rsidRDefault="007742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Journal articles will be completed after each chapter to gain the point of view of specific characters that are important in that chapter.  </w:t>
      </w:r>
    </w:p>
    <w:p w:rsidR="00774255" w:rsidRDefault="007742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culminating activity is to write an alternative ending to the story.</w:t>
      </w:r>
      <w:bookmarkStart w:id="0" w:name="_GoBack"/>
      <w:bookmarkEnd w:id="0"/>
    </w:p>
    <w:p w:rsidR="00774255" w:rsidRPr="00774255" w:rsidRDefault="00774255">
      <w:pPr>
        <w:rPr>
          <w:rFonts w:ascii="Times New Roman" w:hAnsi="Times New Roman" w:cs="Times New Roman"/>
          <w:sz w:val="24"/>
          <w:szCs w:val="24"/>
        </w:rPr>
      </w:pPr>
    </w:p>
    <w:sectPr w:rsidR="00774255" w:rsidRPr="007742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255"/>
    <w:rsid w:val="002327C0"/>
    <w:rsid w:val="00774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B0A81CA8</Template>
  <TotalTime>7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Garlow</dc:creator>
  <cp:lastModifiedBy>Lisa Garlow</cp:lastModifiedBy>
  <cp:revision>1</cp:revision>
  <dcterms:created xsi:type="dcterms:W3CDTF">2014-05-16T12:24:00Z</dcterms:created>
  <dcterms:modified xsi:type="dcterms:W3CDTF">2014-05-16T12:31:00Z</dcterms:modified>
</cp:coreProperties>
</file>